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798" w:rsidRPr="00D040A1" w:rsidRDefault="00074798" w:rsidP="006147F0">
      <w:pPr>
        <w:ind w:left="6300"/>
      </w:pPr>
      <w:r w:rsidRPr="00D040A1">
        <w:t>Приложение 3</w:t>
      </w:r>
    </w:p>
    <w:p w:rsidR="00074798" w:rsidRPr="00D040A1" w:rsidRDefault="00074798" w:rsidP="006147F0">
      <w:pPr>
        <w:ind w:left="6300"/>
        <w:rPr>
          <w:b/>
        </w:rPr>
      </w:pPr>
      <w:r w:rsidRPr="00D040A1">
        <w:t>к решению "О бюджете</w:t>
      </w:r>
      <w:r>
        <w:t xml:space="preserve"> муниципального образования</w:t>
      </w:r>
      <w:r w:rsidRPr="00D040A1">
        <w:t xml:space="preserve"> </w:t>
      </w:r>
      <w:r>
        <w:t>«Вельжичское сельское поселение, Мглинского района, Брянской области»</w:t>
      </w:r>
      <w:r w:rsidRPr="00D040A1">
        <w:t xml:space="preserve"> на 2019 год и на плановый период 2020 и 2021 годов»</w:t>
      </w:r>
      <w:r w:rsidRPr="00D040A1">
        <w:rPr>
          <w:b/>
        </w:rPr>
        <w:t xml:space="preserve"> </w:t>
      </w:r>
    </w:p>
    <w:p w:rsidR="00074798" w:rsidRPr="00D040A1" w:rsidRDefault="00074798" w:rsidP="006147F0">
      <w:pPr>
        <w:ind w:left="6300"/>
      </w:pPr>
      <w:r w:rsidRPr="00D040A1">
        <w:t>от_____2018 года.№____</w:t>
      </w:r>
    </w:p>
    <w:p w:rsidR="00074798" w:rsidRPr="00E76073" w:rsidRDefault="00074798">
      <w:pPr>
        <w:rPr>
          <w:b/>
          <w:sz w:val="27"/>
          <w:szCs w:val="27"/>
        </w:rPr>
      </w:pPr>
      <w:r w:rsidRPr="00E76073">
        <w:rPr>
          <w:sz w:val="27"/>
          <w:szCs w:val="27"/>
        </w:rPr>
        <w:t xml:space="preserve">                                                                                                                                                       </w:t>
      </w:r>
    </w:p>
    <w:p w:rsidR="00074798" w:rsidRPr="00E76073" w:rsidRDefault="00074798" w:rsidP="00C45FC1">
      <w:pPr>
        <w:tabs>
          <w:tab w:val="center" w:pos="5386"/>
          <w:tab w:val="right" w:pos="10772"/>
        </w:tabs>
        <w:rPr>
          <w:b/>
          <w:sz w:val="27"/>
          <w:szCs w:val="27"/>
        </w:rPr>
      </w:pPr>
      <w:r>
        <w:rPr>
          <w:b/>
          <w:sz w:val="27"/>
          <w:szCs w:val="27"/>
        </w:rPr>
        <w:tab/>
      </w:r>
      <w:r w:rsidRPr="00E76073">
        <w:rPr>
          <w:b/>
          <w:sz w:val="27"/>
          <w:szCs w:val="27"/>
        </w:rPr>
        <w:t>Перечень главных администраторов</w:t>
      </w:r>
      <w:r>
        <w:rPr>
          <w:b/>
          <w:sz w:val="27"/>
          <w:szCs w:val="27"/>
        </w:rPr>
        <w:t>(администраторов)</w:t>
      </w:r>
      <w:r w:rsidRPr="00E76073">
        <w:rPr>
          <w:b/>
          <w:sz w:val="27"/>
          <w:szCs w:val="27"/>
        </w:rPr>
        <w:t xml:space="preserve"> доходов бюджета</w:t>
      </w:r>
      <w:r w:rsidRPr="005C7D2B">
        <w:rPr>
          <w:b/>
          <w:sz w:val="27"/>
          <w:szCs w:val="27"/>
        </w:rPr>
        <w:t xml:space="preserve"> "муниципального образования "Вельжичское сельское поселение,Мглинского района,Брянской области"</w:t>
      </w:r>
      <w:r w:rsidRPr="00E76073">
        <w:rPr>
          <w:b/>
          <w:sz w:val="27"/>
          <w:szCs w:val="27"/>
        </w:rPr>
        <w:t xml:space="preserve"> </w:t>
      </w:r>
      <w:r>
        <w:rPr>
          <w:b/>
          <w:sz w:val="27"/>
          <w:szCs w:val="27"/>
        </w:rPr>
        <w:tab/>
      </w:r>
    </w:p>
    <w:p w:rsidR="00074798" w:rsidRPr="00E76073" w:rsidRDefault="00074798">
      <w:pPr>
        <w:jc w:val="center"/>
        <w:rPr>
          <w:sz w:val="27"/>
          <w:szCs w:val="27"/>
        </w:rPr>
      </w:pPr>
    </w:p>
    <w:tbl>
      <w:tblPr>
        <w:tblW w:w="10440" w:type="dxa"/>
        <w:tblInd w:w="468" w:type="dxa"/>
        <w:tblLook w:val="0000"/>
      </w:tblPr>
      <w:tblGrid>
        <w:gridCol w:w="981"/>
        <w:gridCol w:w="3389"/>
        <w:gridCol w:w="6070"/>
      </w:tblGrid>
      <w:tr w:rsidR="00074798" w:rsidRPr="006B3666" w:rsidTr="00492979">
        <w:trPr>
          <w:trHeight w:val="300"/>
        </w:trPr>
        <w:tc>
          <w:tcPr>
            <w:tcW w:w="4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798" w:rsidRPr="006B3666" w:rsidRDefault="00074798" w:rsidP="00492979">
            <w:pPr>
              <w:jc w:val="center"/>
              <w:rPr>
                <w:bCs/>
                <w:sz w:val="28"/>
                <w:szCs w:val="28"/>
              </w:rPr>
            </w:pPr>
            <w:r w:rsidRPr="006B3666">
              <w:rPr>
                <w:bCs/>
                <w:sz w:val="28"/>
                <w:szCs w:val="28"/>
              </w:rPr>
              <w:t>Код бюджетной</w:t>
            </w:r>
          </w:p>
          <w:p w:rsidR="00074798" w:rsidRPr="006B3666" w:rsidRDefault="00074798" w:rsidP="00492979">
            <w:pPr>
              <w:jc w:val="center"/>
              <w:rPr>
                <w:bCs/>
                <w:sz w:val="28"/>
                <w:szCs w:val="28"/>
              </w:rPr>
            </w:pPr>
            <w:r w:rsidRPr="006B3666">
              <w:rPr>
                <w:bCs/>
                <w:sz w:val="28"/>
                <w:szCs w:val="28"/>
              </w:rPr>
              <w:t xml:space="preserve">классификации </w:t>
            </w:r>
          </w:p>
          <w:p w:rsidR="00074798" w:rsidRPr="006B3666" w:rsidRDefault="00074798" w:rsidP="00492979">
            <w:pPr>
              <w:jc w:val="center"/>
              <w:rPr>
                <w:bCs/>
                <w:sz w:val="28"/>
                <w:szCs w:val="28"/>
              </w:rPr>
            </w:pPr>
            <w:r w:rsidRPr="006B3666">
              <w:rPr>
                <w:bCs/>
                <w:sz w:val="28"/>
                <w:szCs w:val="28"/>
              </w:rPr>
              <w:t>Российской Федерации</w:t>
            </w:r>
          </w:p>
        </w:tc>
        <w:tc>
          <w:tcPr>
            <w:tcW w:w="6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4798" w:rsidRPr="006B3666" w:rsidRDefault="00074798" w:rsidP="00492979">
            <w:pPr>
              <w:jc w:val="center"/>
              <w:rPr>
                <w:bCs/>
                <w:sz w:val="28"/>
                <w:szCs w:val="28"/>
              </w:rPr>
            </w:pPr>
            <w:r w:rsidRPr="006B3666">
              <w:rPr>
                <w:sz w:val="28"/>
                <w:szCs w:val="28"/>
              </w:rPr>
              <w:t xml:space="preserve">Наименование главных администраторов доходов бюджета </w:t>
            </w:r>
            <w:r>
              <w:rPr>
                <w:sz w:val="28"/>
                <w:szCs w:val="28"/>
              </w:rPr>
              <w:t xml:space="preserve">сельского </w:t>
            </w:r>
            <w:r w:rsidRPr="006B3666">
              <w:rPr>
                <w:sz w:val="28"/>
                <w:szCs w:val="28"/>
              </w:rPr>
              <w:t>поселения</w:t>
            </w:r>
          </w:p>
        </w:tc>
      </w:tr>
      <w:tr w:rsidR="00074798" w:rsidRPr="006B3666" w:rsidTr="00492979">
        <w:trPr>
          <w:trHeight w:val="320"/>
        </w:trPr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798" w:rsidRPr="006B3666" w:rsidRDefault="00074798" w:rsidP="00492979">
            <w:pPr>
              <w:rPr>
                <w:bCs/>
                <w:sz w:val="28"/>
                <w:szCs w:val="28"/>
              </w:rPr>
            </w:pPr>
            <w:r w:rsidRPr="006B3666">
              <w:rPr>
                <w:bCs/>
                <w:sz w:val="28"/>
                <w:szCs w:val="28"/>
              </w:rPr>
              <w:t>Адми-нист-рато-</w:t>
            </w:r>
          </w:p>
          <w:p w:rsidR="00074798" w:rsidRPr="006B3666" w:rsidRDefault="00074798" w:rsidP="00492979">
            <w:pPr>
              <w:rPr>
                <w:bCs/>
                <w:sz w:val="28"/>
                <w:szCs w:val="28"/>
              </w:rPr>
            </w:pPr>
            <w:r w:rsidRPr="006B3666">
              <w:rPr>
                <w:bCs/>
                <w:sz w:val="28"/>
                <w:szCs w:val="28"/>
              </w:rPr>
              <w:t>ра дохо-дов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798" w:rsidRPr="006B3666" w:rsidRDefault="00074798" w:rsidP="00492979">
            <w:pPr>
              <w:jc w:val="center"/>
              <w:rPr>
                <w:bCs/>
                <w:sz w:val="28"/>
                <w:szCs w:val="28"/>
              </w:rPr>
            </w:pPr>
            <w:r w:rsidRPr="006B3666">
              <w:rPr>
                <w:bCs/>
                <w:sz w:val="28"/>
                <w:szCs w:val="28"/>
              </w:rPr>
              <w:t xml:space="preserve">Доходов бюджета </w:t>
            </w:r>
            <w:r>
              <w:rPr>
                <w:bCs/>
                <w:sz w:val="28"/>
                <w:szCs w:val="28"/>
              </w:rPr>
              <w:t xml:space="preserve">сельского </w:t>
            </w:r>
            <w:r w:rsidRPr="006B3666">
              <w:rPr>
                <w:bCs/>
                <w:sz w:val="28"/>
                <w:szCs w:val="28"/>
              </w:rPr>
              <w:t>поселения</w:t>
            </w:r>
          </w:p>
        </w:tc>
        <w:tc>
          <w:tcPr>
            <w:tcW w:w="60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798" w:rsidRPr="006B3666" w:rsidRDefault="00074798" w:rsidP="00492979">
            <w:pPr>
              <w:jc w:val="center"/>
              <w:rPr>
                <w:sz w:val="28"/>
                <w:szCs w:val="28"/>
              </w:rPr>
            </w:pPr>
          </w:p>
        </w:tc>
      </w:tr>
      <w:tr w:rsidR="00074798" w:rsidRPr="006B3666" w:rsidTr="00492979">
        <w:trPr>
          <w:trHeight w:val="440"/>
        </w:trPr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798" w:rsidRPr="006B3666" w:rsidRDefault="00074798" w:rsidP="0049297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798" w:rsidRPr="006B3666" w:rsidRDefault="00074798" w:rsidP="0049297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798" w:rsidRPr="006B3666" w:rsidRDefault="00074798" w:rsidP="0049297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Вельжичская</w:t>
            </w:r>
          </w:p>
          <w:p w:rsidR="00074798" w:rsidRPr="006B3666" w:rsidRDefault="00074798" w:rsidP="00492979">
            <w:pPr>
              <w:jc w:val="center"/>
              <w:rPr>
                <w:b/>
                <w:sz w:val="28"/>
                <w:szCs w:val="28"/>
              </w:rPr>
            </w:pPr>
            <w:r w:rsidRPr="006B3666">
              <w:rPr>
                <w:b/>
                <w:sz w:val="28"/>
                <w:szCs w:val="28"/>
              </w:rPr>
              <w:t xml:space="preserve"> сельская администрация</w:t>
            </w:r>
          </w:p>
        </w:tc>
      </w:tr>
      <w:tr w:rsidR="00074798" w:rsidRPr="006B3666" w:rsidTr="00492979">
        <w:trPr>
          <w:trHeight w:val="440"/>
        </w:trPr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798" w:rsidRPr="00D3409B" w:rsidRDefault="00074798" w:rsidP="00492979">
            <w:pPr>
              <w:rPr>
                <w:bCs/>
                <w:sz w:val="28"/>
                <w:szCs w:val="28"/>
                <w:highlight w:val="yellow"/>
              </w:rPr>
            </w:pPr>
          </w:p>
          <w:p w:rsidR="00074798" w:rsidRPr="008E24E7" w:rsidRDefault="00074798" w:rsidP="00BE7BBC">
            <w:pPr>
              <w:rPr>
                <w:bCs/>
                <w:sz w:val="28"/>
                <w:szCs w:val="28"/>
                <w:highlight w:val="yellow"/>
              </w:rPr>
            </w:pPr>
            <w:r w:rsidRPr="008E24E7">
              <w:rPr>
                <w:bCs/>
                <w:sz w:val="28"/>
                <w:szCs w:val="28"/>
              </w:rPr>
              <w:t>930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798" w:rsidRPr="006B3666" w:rsidRDefault="00074798" w:rsidP="00492979">
            <w:pPr>
              <w:rPr>
                <w:snapToGrid w:val="0"/>
                <w:sz w:val="28"/>
                <w:szCs w:val="28"/>
              </w:rPr>
            </w:pPr>
          </w:p>
          <w:p w:rsidR="00074798" w:rsidRPr="006B3666" w:rsidRDefault="00074798" w:rsidP="00492979">
            <w:pPr>
              <w:rPr>
                <w:b/>
                <w:bCs/>
                <w:sz w:val="28"/>
                <w:szCs w:val="28"/>
              </w:rPr>
            </w:pPr>
            <w:r w:rsidRPr="006B3666">
              <w:rPr>
                <w:snapToGrid w:val="0"/>
                <w:sz w:val="28"/>
                <w:szCs w:val="28"/>
              </w:rPr>
              <w:t>1 08 04020 01 1000 110</w:t>
            </w:r>
          </w:p>
        </w:tc>
        <w:tc>
          <w:tcPr>
            <w:tcW w:w="6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798" w:rsidRPr="006B3666" w:rsidRDefault="00074798" w:rsidP="003411D8">
            <w:pPr>
              <w:pStyle w:val="ConsPlusNormal"/>
              <w:jc w:val="both"/>
              <w:rPr>
                <w:sz w:val="28"/>
                <w:szCs w:val="28"/>
              </w:rPr>
            </w:pPr>
            <w:r w:rsidRPr="006B3666"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074798" w:rsidRPr="006B3666" w:rsidTr="00492979">
        <w:trPr>
          <w:trHeight w:val="440"/>
        </w:trPr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798" w:rsidRPr="00D3409B" w:rsidRDefault="00074798">
            <w:pPr>
              <w:rPr>
                <w:bCs/>
                <w:sz w:val="28"/>
                <w:szCs w:val="28"/>
                <w:highlight w:val="yellow"/>
              </w:rPr>
            </w:pPr>
          </w:p>
          <w:p w:rsidR="00074798" w:rsidRPr="00D3409B" w:rsidRDefault="00074798">
            <w:pPr>
              <w:rPr>
                <w:highlight w:val="yellow"/>
              </w:rPr>
            </w:pPr>
            <w:r>
              <w:rPr>
                <w:bCs/>
                <w:sz w:val="28"/>
                <w:szCs w:val="28"/>
              </w:rPr>
              <w:t>930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798" w:rsidRPr="006B3666" w:rsidRDefault="00074798" w:rsidP="00492979">
            <w:pPr>
              <w:rPr>
                <w:snapToGrid w:val="0"/>
                <w:sz w:val="28"/>
                <w:szCs w:val="28"/>
              </w:rPr>
            </w:pPr>
          </w:p>
          <w:p w:rsidR="00074798" w:rsidRPr="006B3666" w:rsidRDefault="00074798" w:rsidP="00492979">
            <w:pPr>
              <w:rPr>
                <w:b/>
                <w:bCs/>
                <w:sz w:val="28"/>
                <w:szCs w:val="28"/>
              </w:rPr>
            </w:pPr>
            <w:r w:rsidRPr="006B3666">
              <w:rPr>
                <w:snapToGrid w:val="0"/>
                <w:sz w:val="28"/>
                <w:szCs w:val="28"/>
              </w:rPr>
              <w:t>1 08 04020 01 4000 110</w:t>
            </w:r>
          </w:p>
        </w:tc>
        <w:tc>
          <w:tcPr>
            <w:tcW w:w="6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798" w:rsidRPr="006B3666" w:rsidRDefault="00074798" w:rsidP="003411D8">
            <w:pPr>
              <w:pStyle w:val="ConsPlusNormal"/>
              <w:jc w:val="both"/>
              <w:rPr>
                <w:sz w:val="28"/>
                <w:szCs w:val="28"/>
              </w:rPr>
            </w:pPr>
            <w:r w:rsidRPr="006B3666"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074798" w:rsidRPr="006B3666" w:rsidTr="00492979">
        <w:trPr>
          <w:trHeight w:val="909"/>
        </w:trPr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798" w:rsidRPr="00C816D6" w:rsidRDefault="00074798">
            <w:pPr>
              <w:rPr>
                <w:bCs/>
                <w:sz w:val="28"/>
                <w:szCs w:val="28"/>
              </w:rPr>
            </w:pPr>
          </w:p>
          <w:p w:rsidR="00074798" w:rsidRPr="00C816D6" w:rsidRDefault="00074798">
            <w:r w:rsidRPr="00C816D6">
              <w:rPr>
                <w:bCs/>
                <w:sz w:val="28"/>
                <w:szCs w:val="28"/>
              </w:rPr>
              <w:t>9</w:t>
            </w:r>
            <w:r>
              <w:rPr>
                <w:bCs/>
                <w:sz w:val="28"/>
                <w:szCs w:val="28"/>
              </w:rPr>
              <w:t>30</w:t>
            </w:r>
          </w:p>
          <w:p w:rsidR="00074798" w:rsidRPr="00C816D6" w:rsidRDefault="00074798" w:rsidP="00C816D6"/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798" w:rsidRPr="006B3666" w:rsidRDefault="00074798" w:rsidP="00492979">
            <w:pPr>
              <w:rPr>
                <w:snapToGrid w:val="0"/>
                <w:sz w:val="28"/>
                <w:szCs w:val="28"/>
              </w:rPr>
            </w:pPr>
          </w:p>
          <w:p w:rsidR="00074798" w:rsidRPr="006B3666" w:rsidRDefault="00074798" w:rsidP="00492979">
            <w:pPr>
              <w:rPr>
                <w:sz w:val="28"/>
                <w:szCs w:val="28"/>
              </w:rPr>
            </w:pPr>
            <w:r w:rsidRPr="006B3666">
              <w:rPr>
                <w:snapToGrid w:val="0"/>
                <w:sz w:val="28"/>
                <w:szCs w:val="28"/>
              </w:rPr>
              <w:t>1 11 05035 10 0000 120</w:t>
            </w:r>
          </w:p>
        </w:tc>
        <w:tc>
          <w:tcPr>
            <w:tcW w:w="6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798" w:rsidRPr="006B3666" w:rsidRDefault="00074798" w:rsidP="003411D8">
            <w:pPr>
              <w:pStyle w:val="ConsPlusNormal"/>
              <w:jc w:val="both"/>
              <w:rPr>
                <w:snapToGrid w:val="0"/>
                <w:sz w:val="28"/>
                <w:szCs w:val="28"/>
              </w:rPr>
            </w:pPr>
            <w:r w:rsidRPr="006B3666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074798" w:rsidRPr="006B3666" w:rsidTr="00492979">
        <w:trPr>
          <w:trHeight w:val="725"/>
        </w:trPr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798" w:rsidRPr="00C816D6" w:rsidRDefault="00074798">
            <w:pPr>
              <w:rPr>
                <w:bCs/>
                <w:sz w:val="28"/>
                <w:szCs w:val="28"/>
              </w:rPr>
            </w:pPr>
          </w:p>
          <w:p w:rsidR="00074798" w:rsidRPr="00C816D6" w:rsidRDefault="00074798">
            <w:r w:rsidRPr="00C816D6">
              <w:rPr>
                <w:bCs/>
                <w:sz w:val="28"/>
                <w:szCs w:val="28"/>
              </w:rPr>
              <w:t>9</w:t>
            </w:r>
            <w:r>
              <w:rPr>
                <w:bCs/>
                <w:sz w:val="28"/>
                <w:szCs w:val="28"/>
              </w:rPr>
              <w:t>30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798" w:rsidRPr="006B3666" w:rsidRDefault="00074798" w:rsidP="00492979">
            <w:pPr>
              <w:rPr>
                <w:sz w:val="28"/>
                <w:szCs w:val="28"/>
              </w:rPr>
            </w:pPr>
          </w:p>
          <w:p w:rsidR="00074798" w:rsidRPr="006B3666" w:rsidRDefault="00074798" w:rsidP="00492979">
            <w:pPr>
              <w:rPr>
                <w:snapToGrid w:val="0"/>
                <w:sz w:val="28"/>
                <w:szCs w:val="28"/>
              </w:rPr>
            </w:pPr>
            <w:r w:rsidRPr="006B3666">
              <w:rPr>
                <w:sz w:val="28"/>
                <w:szCs w:val="28"/>
              </w:rPr>
              <w:t>1 13 02995 10 0000 130</w:t>
            </w:r>
          </w:p>
        </w:tc>
        <w:tc>
          <w:tcPr>
            <w:tcW w:w="6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798" w:rsidRPr="006B3666" w:rsidRDefault="00074798" w:rsidP="003411D8">
            <w:pPr>
              <w:pStyle w:val="ConsPlusNormal"/>
              <w:jc w:val="both"/>
              <w:rPr>
                <w:snapToGrid w:val="0"/>
                <w:sz w:val="28"/>
                <w:szCs w:val="28"/>
              </w:rPr>
            </w:pPr>
            <w:r w:rsidRPr="006B3666">
              <w:rPr>
                <w:sz w:val="28"/>
                <w:szCs w:val="28"/>
              </w:rPr>
              <w:t>Прочие доходы от компенсации затрат бюджетов сельских поселений</w:t>
            </w:r>
          </w:p>
        </w:tc>
      </w:tr>
      <w:tr w:rsidR="00074798" w:rsidRPr="006B3666" w:rsidTr="00492979">
        <w:trPr>
          <w:trHeight w:val="725"/>
        </w:trPr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798" w:rsidRPr="00C816D6" w:rsidRDefault="00074798">
            <w:pPr>
              <w:rPr>
                <w:bCs/>
                <w:sz w:val="28"/>
                <w:szCs w:val="28"/>
              </w:rPr>
            </w:pPr>
          </w:p>
          <w:p w:rsidR="00074798" w:rsidRPr="00C816D6" w:rsidRDefault="00074798">
            <w:r w:rsidRPr="00C816D6">
              <w:rPr>
                <w:bCs/>
                <w:sz w:val="28"/>
                <w:szCs w:val="28"/>
              </w:rPr>
              <w:t>9</w:t>
            </w:r>
            <w:r>
              <w:rPr>
                <w:bCs/>
                <w:sz w:val="28"/>
                <w:szCs w:val="28"/>
              </w:rPr>
              <w:t>30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798" w:rsidRPr="006B3666" w:rsidRDefault="00074798" w:rsidP="0049297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4798" w:rsidRPr="006B3666" w:rsidRDefault="00074798" w:rsidP="0049297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3666">
              <w:rPr>
                <w:rFonts w:ascii="Times New Roman" w:hAnsi="Times New Roman" w:cs="Times New Roman"/>
                <w:sz w:val="28"/>
                <w:szCs w:val="28"/>
              </w:rPr>
              <w:t xml:space="preserve">1 14 02052 10 0000 410  </w:t>
            </w:r>
          </w:p>
          <w:p w:rsidR="00074798" w:rsidRPr="006B3666" w:rsidRDefault="00074798" w:rsidP="00492979">
            <w:pPr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6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798" w:rsidRPr="006B3666" w:rsidRDefault="00074798" w:rsidP="003411D8">
            <w:pPr>
              <w:jc w:val="both"/>
              <w:rPr>
                <w:bCs/>
                <w:sz w:val="28"/>
                <w:szCs w:val="28"/>
              </w:rPr>
            </w:pPr>
            <w:r w:rsidRPr="006B3666">
              <w:rPr>
                <w:sz w:val="28"/>
                <w:szCs w:val="28"/>
              </w:rPr>
              <w:t>Доходы от реализации имущества,  находящегося в оперативном управлении  учреждений,  находящихся в  ведении  органов  управления</w:t>
            </w:r>
            <w:r>
              <w:rPr>
                <w:sz w:val="28"/>
                <w:szCs w:val="28"/>
              </w:rPr>
              <w:t xml:space="preserve"> сельских </w:t>
            </w:r>
            <w:r w:rsidRPr="006B3666">
              <w:rPr>
                <w:sz w:val="28"/>
                <w:szCs w:val="28"/>
              </w:rPr>
              <w:t>поселений   (за исключением имущества муниципальных бюджетных  и автономных  учреждений),  в   части   реализации основных средств по указанному имуществу</w:t>
            </w:r>
          </w:p>
        </w:tc>
      </w:tr>
      <w:tr w:rsidR="00074798" w:rsidRPr="006B3666" w:rsidTr="00492979">
        <w:trPr>
          <w:trHeight w:val="725"/>
        </w:trPr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798" w:rsidRPr="00C816D6" w:rsidRDefault="00074798" w:rsidP="000978E2">
            <w:pPr>
              <w:rPr>
                <w:bCs/>
                <w:sz w:val="28"/>
                <w:szCs w:val="28"/>
              </w:rPr>
            </w:pPr>
            <w:r w:rsidRPr="00C816D6">
              <w:rPr>
                <w:bCs/>
                <w:sz w:val="28"/>
                <w:szCs w:val="28"/>
              </w:rPr>
              <w:t>9</w:t>
            </w:r>
            <w:r>
              <w:rPr>
                <w:bCs/>
                <w:sz w:val="28"/>
                <w:szCs w:val="28"/>
              </w:rPr>
              <w:t>30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798" w:rsidRPr="006B3666" w:rsidRDefault="00074798" w:rsidP="000978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1 14 0602510 0000 430</w:t>
            </w:r>
          </w:p>
        </w:tc>
        <w:tc>
          <w:tcPr>
            <w:tcW w:w="6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798" w:rsidRPr="00057D08" w:rsidRDefault="00074798" w:rsidP="00492979">
            <w:pPr>
              <w:jc w:val="both"/>
              <w:rPr>
                <w:sz w:val="28"/>
                <w:szCs w:val="28"/>
              </w:rPr>
            </w:pPr>
            <w:r w:rsidRPr="00057D08">
              <w:rPr>
                <w:color w:val="000000"/>
                <w:sz w:val="28"/>
                <w:szCs w:val="28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074798" w:rsidRPr="006B3666" w:rsidTr="00492979">
        <w:trPr>
          <w:trHeight w:val="511"/>
        </w:trPr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798" w:rsidRPr="00C816D6" w:rsidRDefault="00074798">
            <w:pPr>
              <w:rPr>
                <w:bCs/>
                <w:sz w:val="28"/>
                <w:szCs w:val="28"/>
              </w:rPr>
            </w:pPr>
          </w:p>
          <w:p w:rsidR="00074798" w:rsidRPr="00C816D6" w:rsidRDefault="00074798" w:rsidP="00C816D6">
            <w:r w:rsidRPr="00C816D6">
              <w:rPr>
                <w:bCs/>
                <w:sz w:val="28"/>
                <w:szCs w:val="28"/>
              </w:rPr>
              <w:t>9</w:t>
            </w:r>
            <w:r>
              <w:rPr>
                <w:bCs/>
                <w:sz w:val="28"/>
                <w:szCs w:val="28"/>
              </w:rPr>
              <w:t>30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798" w:rsidRPr="006B3666" w:rsidRDefault="00074798" w:rsidP="00492979">
            <w:pPr>
              <w:rPr>
                <w:sz w:val="28"/>
                <w:szCs w:val="28"/>
              </w:rPr>
            </w:pPr>
          </w:p>
          <w:p w:rsidR="00074798" w:rsidRPr="006B3666" w:rsidRDefault="00074798" w:rsidP="00492979">
            <w:pPr>
              <w:rPr>
                <w:sz w:val="28"/>
                <w:szCs w:val="28"/>
              </w:rPr>
            </w:pPr>
            <w:r w:rsidRPr="006B3666">
              <w:rPr>
                <w:sz w:val="28"/>
                <w:szCs w:val="28"/>
              </w:rPr>
              <w:t>1 14 02052 10 0000 440</w:t>
            </w:r>
          </w:p>
        </w:tc>
        <w:tc>
          <w:tcPr>
            <w:tcW w:w="6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798" w:rsidRPr="006B3666" w:rsidRDefault="00074798" w:rsidP="003411D8">
            <w:pPr>
              <w:pStyle w:val="ConsPlusNormal"/>
              <w:jc w:val="both"/>
              <w:rPr>
                <w:sz w:val="28"/>
                <w:szCs w:val="28"/>
              </w:rPr>
            </w:pPr>
            <w:r w:rsidRPr="006B3666">
              <w:rPr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074798" w:rsidRPr="006B3666" w:rsidTr="00492979">
        <w:trPr>
          <w:trHeight w:val="897"/>
        </w:trPr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798" w:rsidRPr="00C816D6" w:rsidRDefault="00074798">
            <w:pPr>
              <w:rPr>
                <w:bCs/>
                <w:sz w:val="28"/>
                <w:szCs w:val="28"/>
              </w:rPr>
            </w:pPr>
          </w:p>
          <w:p w:rsidR="00074798" w:rsidRPr="00C816D6" w:rsidRDefault="00074798">
            <w:r w:rsidRPr="00C816D6">
              <w:rPr>
                <w:bCs/>
                <w:sz w:val="28"/>
                <w:szCs w:val="28"/>
              </w:rPr>
              <w:t>9</w:t>
            </w:r>
            <w:r>
              <w:rPr>
                <w:bCs/>
                <w:sz w:val="28"/>
                <w:szCs w:val="28"/>
              </w:rPr>
              <w:t>30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798" w:rsidRPr="006B3666" w:rsidRDefault="00074798" w:rsidP="00492979">
            <w:pPr>
              <w:rPr>
                <w:snapToGrid w:val="0"/>
                <w:sz w:val="28"/>
                <w:szCs w:val="28"/>
              </w:rPr>
            </w:pPr>
          </w:p>
          <w:p w:rsidR="00074798" w:rsidRPr="006B3666" w:rsidRDefault="00074798" w:rsidP="00492979">
            <w:pPr>
              <w:rPr>
                <w:sz w:val="28"/>
                <w:szCs w:val="28"/>
              </w:rPr>
            </w:pPr>
            <w:r w:rsidRPr="006B3666">
              <w:rPr>
                <w:snapToGrid w:val="0"/>
                <w:sz w:val="28"/>
                <w:szCs w:val="28"/>
              </w:rPr>
              <w:t>1 15 02050 10 0000 140</w:t>
            </w:r>
          </w:p>
        </w:tc>
        <w:tc>
          <w:tcPr>
            <w:tcW w:w="6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798" w:rsidRPr="006B3666" w:rsidRDefault="00074798" w:rsidP="003411D8">
            <w:pPr>
              <w:pStyle w:val="ConsPlusNormal"/>
              <w:jc w:val="both"/>
              <w:rPr>
                <w:bCs/>
                <w:sz w:val="28"/>
                <w:szCs w:val="28"/>
              </w:rPr>
            </w:pPr>
            <w:r w:rsidRPr="006B3666">
              <w:rPr>
                <w:sz w:val="28"/>
                <w:szCs w:val="28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</w:tr>
      <w:tr w:rsidR="00074798" w:rsidRPr="006B3666" w:rsidTr="00492979">
        <w:trPr>
          <w:trHeight w:val="832"/>
        </w:trPr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798" w:rsidRPr="00C816D6" w:rsidRDefault="00074798">
            <w:pPr>
              <w:rPr>
                <w:bCs/>
                <w:sz w:val="28"/>
                <w:szCs w:val="28"/>
              </w:rPr>
            </w:pPr>
          </w:p>
          <w:p w:rsidR="00074798" w:rsidRPr="00C816D6" w:rsidRDefault="00074798">
            <w:r w:rsidRPr="00C816D6">
              <w:rPr>
                <w:bCs/>
                <w:sz w:val="28"/>
                <w:szCs w:val="28"/>
              </w:rPr>
              <w:t>9</w:t>
            </w:r>
            <w:r>
              <w:rPr>
                <w:bCs/>
                <w:sz w:val="28"/>
                <w:szCs w:val="28"/>
              </w:rPr>
              <w:t>30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798" w:rsidRPr="006B3666" w:rsidRDefault="00074798" w:rsidP="00492979">
            <w:pPr>
              <w:rPr>
                <w:snapToGrid w:val="0"/>
                <w:sz w:val="28"/>
                <w:szCs w:val="28"/>
              </w:rPr>
            </w:pPr>
          </w:p>
          <w:p w:rsidR="00074798" w:rsidRPr="006B3666" w:rsidRDefault="00074798" w:rsidP="00492979">
            <w:pPr>
              <w:rPr>
                <w:sz w:val="28"/>
                <w:szCs w:val="28"/>
              </w:rPr>
            </w:pPr>
            <w:r w:rsidRPr="006B3666">
              <w:rPr>
                <w:snapToGrid w:val="0"/>
                <w:sz w:val="28"/>
                <w:szCs w:val="28"/>
              </w:rPr>
              <w:t>1 16 90050 10 0000 140</w:t>
            </w:r>
          </w:p>
        </w:tc>
        <w:tc>
          <w:tcPr>
            <w:tcW w:w="6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798" w:rsidRPr="006B3666" w:rsidRDefault="00074798" w:rsidP="00492979">
            <w:pPr>
              <w:pStyle w:val="ConsPlusNormal"/>
              <w:jc w:val="both"/>
              <w:rPr>
                <w:bCs/>
                <w:sz w:val="28"/>
                <w:szCs w:val="28"/>
              </w:rPr>
            </w:pPr>
            <w:r w:rsidRPr="006B3666">
              <w:rPr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074798" w:rsidRPr="006B3666" w:rsidTr="00492979">
        <w:trPr>
          <w:trHeight w:val="618"/>
        </w:trPr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798" w:rsidRPr="00C816D6" w:rsidRDefault="00074798">
            <w:pPr>
              <w:rPr>
                <w:bCs/>
                <w:sz w:val="28"/>
                <w:szCs w:val="28"/>
              </w:rPr>
            </w:pPr>
          </w:p>
          <w:p w:rsidR="00074798" w:rsidRPr="00C816D6" w:rsidRDefault="00074798">
            <w:r w:rsidRPr="00C816D6">
              <w:rPr>
                <w:bCs/>
                <w:sz w:val="28"/>
                <w:szCs w:val="28"/>
              </w:rPr>
              <w:t>9</w:t>
            </w:r>
            <w:r>
              <w:rPr>
                <w:bCs/>
                <w:sz w:val="28"/>
                <w:szCs w:val="28"/>
              </w:rPr>
              <w:t>30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798" w:rsidRPr="006B3666" w:rsidRDefault="00074798" w:rsidP="00492979">
            <w:pPr>
              <w:rPr>
                <w:snapToGrid w:val="0"/>
                <w:sz w:val="28"/>
                <w:szCs w:val="28"/>
              </w:rPr>
            </w:pPr>
          </w:p>
          <w:p w:rsidR="00074798" w:rsidRPr="006B3666" w:rsidRDefault="00074798" w:rsidP="00492979">
            <w:pPr>
              <w:rPr>
                <w:snapToGrid w:val="0"/>
                <w:sz w:val="28"/>
                <w:szCs w:val="28"/>
              </w:rPr>
            </w:pPr>
            <w:r w:rsidRPr="006B3666">
              <w:rPr>
                <w:snapToGrid w:val="0"/>
                <w:sz w:val="28"/>
                <w:szCs w:val="28"/>
              </w:rPr>
              <w:t>1 17 01050 10 0000 180</w:t>
            </w:r>
          </w:p>
        </w:tc>
        <w:tc>
          <w:tcPr>
            <w:tcW w:w="6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798" w:rsidRPr="006B3666" w:rsidRDefault="00074798" w:rsidP="003411D8">
            <w:pPr>
              <w:pStyle w:val="ConsPlusNormal"/>
              <w:jc w:val="both"/>
              <w:rPr>
                <w:snapToGrid w:val="0"/>
                <w:sz w:val="28"/>
                <w:szCs w:val="28"/>
              </w:rPr>
            </w:pPr>
            <w:r w:rsidRPr="006B3666">
              <w:rPr>
                <w:sz w:val="28"/>
                <w:szCs w:val="28"/>
              </w:rPr>
              <w:t>Невыясненные поступления, зачисляемые в бюджеты сельских поселений</w:t>
            </w:r>
          </w:p>
        </w:tc>
      </w:tr>
      <w:tr w:rsidR="00074798" w:rsidRPr="006B3666" w:rsidTr="00492979">
        <w:trPr>
          <w:trHeight w:val="463"/>
        </w:trPr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798" w:rsidRPr="00C816D6" w:rsidRDefault="00074798">
            <w:pPr>
              <w:rPr>
                <w:bCs/>
                <w:sz w:val="28"/>
                <w:szCs w:val="28"/>
              </w:rPr>
            </w:pPr>
          </w:p>
          <w:p w:rsidR="00074798" w:rsidRPr="00C816D6" w:rsidRDefault="00074798">
            <w:r w:rsidRPr="00C816D6">
              <w:rPr>
                <w:bCs/>
                <w:sz w:val="28"/>
                <w:szCs w:val="28"/>
              </w:rPr>
              <w:t>9</w:t>
            </w:r>
            <w:r>
              <w:rPr>
                <w:bCs/>
                <w:sz w:val="28"/>
                <w:szCs w:val="28"/>
              </w:rPr>
              <w:t>30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798" w:rsidRPr="006B3666" w:rsidRDefault="00074798" w:rsidP="00492979">
            <w:pPr>
              <w:rPr>
                <w:snapToGrid w:val="0"/>
                <w:sz w:val="28"/>
                <w:szCs w:val="28"/>
              </w:rPr>
            </w:pPr>
          </w:p>
          <w:p w:rsidR="00074798" w:rsidRPr="006B3666" w:rsidRDefault="00074798" w:rsidP="00492979">
            <w:pPr>
              <w:rPr>
                <w:snapToGrid w:val="0"/>
                <w:sz w:val="28"/>
                <w:szCs w:val="28"/>
              </w:rPr>
            </w:pPr>
            <w:r w:rsidRPr="006B3666">
              <w:rPr>
                <w:snapToGrid w:val="0"/>
                <w:sz w:val="28"/>
                <w:szCs w:val="28"/>
              </w:rPr>
              <w:t>1 17 05050 10 0000 180</w:t>
            </w:r>
          </w:p>
        </w:tc>
        <w:tc>
          <w:tcPr>
            <w:tcW w:w="6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798" w:rsidRPr="006B3666" w:rsidRDefault="00074798" w:rsidP="003411D8">
            <w:pPr>
              <w:pStyle w:val="ConsPlusNormal"/>
              <w:jc w:val="both"/>
              <w:rPr>
                <w:snapToGrid w:val="0"/>
                <w:sz w:val="28"/>
                <w:szCs w:val="28"/>
              </w:rPr>
            </w:pPr>
            <w:r w:rsidRPr="006B3666">
              <w:rPr>
                <w:sz w:val="28"/>
                <w:szCs w:val="28"/>
              </w:rPr>
              <w:t>Прочие неналоговые доходы бюджетов сельских поселений</w:t>
            </w:r>
          </w:p>
        </w:tc>
      </w:tr>
      <w:tr w:rsidR="00074798" w:rsidRPr="006B3666" w:rsidTr="00492979">
        <w:trPr>
          <w:trHeight w:val="655"/>
        </w:trPr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798" w:rsidRPr="00C816D6" w:rsidRDefault="00074798">
            <w:pPr>
              <w:rPr>
                <w:bCs/>
                <w:sz w:val="28"/>
                <w:szCs w:val="28"/>
              </w:rPr>
            </w:pPr>
          </w:p>
          <w:p w:rsidR="00074798" w:rsidRPr="00C816D6" w:rsidRDefault="00074798" w:rsidP="00C816D6">
            <w:r w:rsidRPr="00C816D6">
              <w:rPr>
                <w:bCs/>
                <w:sz w:val="28"/>
                <w:szCs w:val="28"/>
              </w:rPr>
              <w:t>9</w:t>
            </w:r>
            <w:r>
              <w:rPr>
                <w:bCs/>
                <w:sz w:val="28"/>
                <w:szCs w:val="28"/>
              </w:rPr>
              <w:t>30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798" w:rsidRPr="006B3666" w:rsidRDefault="00074798" w:rsidP="00492979">
            <w:pPr>
              <w:rPr>
                <w:sz w:val="28"/>
                <w:szCs w:val="28"/>
              </w:rPr>
            </w:pPr>
          </w:p>
          <w:p w:rsidR="00074798" w:rsidRPr="006B3666" w:rsidRDefault="00074798" w:rsidP="004929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2 02 15</w:t>
            </w:r>
            <w:r w:rsidRPr="006B3666">
              <w:rPr>
                <w:sz w:val="28"/>
                <w:szCs w:val="28"/>
              </w:rPr>
              <w:t>001 10 0000 15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6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798" w:rsidRPr="006B3666" w:rsidRDefault="00074798" w:rsidP="003411D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56FBA">
              <w:rPr>
                <w:sz w:val="28"/>
                <w:szCs w:val="28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074798" w:rsidRPr="006B3666" w:rsidTr="003411D8">
        <w:trPr>
          <w:trHeight w:val="1298"/>
        </w:trPr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798" w:rsidRPr="00C816D6" w:rsidRDefault="00074798">
            <w:pPr>
              <w:rPr>
                <w:bCs/>
                <w:sz w:val="28"/>
                <w:szCs w:val="28"/>
              </w:rPr>
            </w:pPr>
          </w:p>
          <w:p w:rsidR="00074798" w:rsidRPr="00C816D6" w:rsidRDefault="00074798" w:rsidP="00C816D6">
            <w:r w:rsidRPr="00C816D6">
              <w:rPr>
                <w:bCs/>
                <w:sz w:val="28"/>
                <w:szCs w:val="28"/>
              </w:rPr>
              <w:t>9</w:t>
            </w:r>
            <w:r>
              <w:rPr>
                <w:bCs/>
                <w:sz w:val="28"/>
                <w:szCs w:val="28"/>
              </w:rPr>
              <w:t>30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798" w:rsidRPr="006B3666" w:rsidRDefault="00074798" w:rsidP="00492979">
            <w:pPr>
              <w:rPr>
                <w:sz w:val="28"/>
                <w:szCs w:val="28"/>
              </w:rPr>
            </w:pPr>
          </w:p>
          <w:p w:rsidR="00074798" w:rsidRPr="006B3666" w:rsidRDefault="00074798" w:rsidP="004929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2 02 35118</w:t>
            </w:r>
            <w:r w:rsidRPr="006B3666">
              <w:rPr>
                <w:sz w:val="28"/>
                <w:szCs w:val="28"/>
              </w:rPr>
              <w:t xml:space="preserve"> 10 0000 15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6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798" w:rsidRPr="006B3666" w:rsidRDefault="00074798" w:rsidP="003411D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56FBA"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074798" w:rsidRPr="006B3666" w:rsidTr="00492979">
        <w:trPr>
          <w:trHeight w:val="897"/>
        </w:trPr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798" w:rsidRPr="00C816D6" w:rsidRDefault="00074798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930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798" w:rsidRPr="006B3666" w:rsidRDefault="00074798" w:rsidP="004929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2 02 49999 10 0000 150</w:t>
            </w:r>
          </w:p>
        </w:tc>
        <w:tc>
          <w:tcPr>
            <w:tcW w:w="6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798" w:rsidRPr="00F1133D" w:rsidRDefault="00074798" w:rsidP="003411D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</w:tr>
      <w:tr w:rsidR="00074798" w:rsidRPr="006B3666" w:rsidTr="00492979">
        <w:trPr>
          <w:trHeight w:val="897"/>
        </w:trPr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798" w:rsidRPr="00C816D6" w:rsidRDefault="00074798">
            <w:pPr>
              <w:rPr>
                <w:bCs/>
                <w:sz w:val="28"/>
                <w:szCs w:val="28"/>
              </w:rPr>
            </w:pPr>
          </w:p>
          <w:p w:rsidR="00074798" w:rsidRPr="00C816D6" w:rsidRDefault="00074798">
            <w:r w:rsidRPr="00C816D6">
              <w:rPr>
                <w:bCs/>
                <w:sz w:val="28"/>
                <w:szCs w:val="28"/>
              </w:rPr>
              <w:t>9</w:t>
            </w:r>
            <w:r>
              <w:rPr>
                <w:bCs/>
                <w:sz w:val="28"/>
                <w:szCs w:val="28"/>
              </w:rPr>
              <w:t>30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798" w:rsidRPr="006B3666" w:rsidRDefault="00074798" w:rsidP="00492979">
            <w:pPr>
              <w:rPr>
                <w:sz w:val="28"/>
                <w:szCs w:val="28"/>
              </w:rPr>
            </w:pPr>
          </w:p>
          <w:p w:rsidR="00074798" w:rsidRPr="006B3666" w:rsidRDefault="00074798" w:rsidP="00492979">
            <w:pPr>
              <w:rPr>
                <w:sz w:val="28"/>
                <w:szCs w:val="28"/>
              </w:rPr>
            </w:pPr>
            <w:r w:rsidRPr="006B3666">
              <w:rPr>
                <w:sz w:val="28"/>
                <w:szCs w:val="28"/>
              </w:rPr>
              <w:t>2 08 05000 10 0000 180</w:t>
            </w:r>
          </w:p>
        </w:tc>
        <w:tc>
          <w:tcPr>
            <w:tcW w:w="6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798" w:rsidRPr="006B3666" w:rsidRDefault="00074798" w:rsidP="003411D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1133D">
              <w:rPr>
                <w:sz w:val="28"/>
                <w:szCs w:val="28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</w:tbl>
    <w:p w:rsidR="00074798" w:rsidRDefault="00074798" w:rsidP="00C70F83">
      <w:pPr>
        <w:rPr>
          <w:color w:val="FF0000"/>
          <w:sz w:val="44"/>
          <w:szCs w:val="44"/>
        </w:rPr>
      </w:pPr>
    </w:p>
    <w:sectPr w:rsidR="00074798" w:rsidSect="005C7D2B">
      <w:footerReference w:type="even" r:id="rId6"/>
      <w:footerReference w:type="default" r:id="rId7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4798" w:rsidRDefault="00074798">
      <w:r>
        <w:separator/>
      </w:r>
    </w:p>
  </w:endnote>
  <w:endnote w:type="continuationSeparator" w:id="0">
    <w:p w:rsidR="00074798" w:rsidRDefault="000747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4798" w:rsidRDefault="00074798" w:rsidP="00B1459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74798" w:rsidRDefault="00074798" w:rsidP="00D60B0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4798" w:rsidRDefault="00074798" w:rsidP="00B1459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074798" w:rsidRDefault="00074798" w:rsidP="00D60B05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4798" w:rsidRDefault="00074798">
      <w:r>
        <w:separator/>
      </w:r>
    </w:p>
  </w:footnote>
  <w:footnote w:type="continuationSeparator" w:id="0">
    <w:p w:rsidR="00074798" w:rsidRDefault="0007479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7EB3"/>
    <w:rsid w:val="000001D0"/>
    <w:rsid w:val="00035A06"/>
    <w:rsid w:val="00057D08"/>
    <w:rsid w:val="00062E0E"/>
    <w:rsid w:val="0007082C"/>
    <w:rsid w:val="00072755"/>
    <w:rsid w:val="00074798"/>
    <w:rsid w:val="0008298F"/>
    <w:rsid w:val="000978E2"/>
    <w:rsid w:val="000B4F7E"/>
    <w:rsid w:val="000B7C29"/>
    <w:rsid w:val="000C0A49"/>
    <w:rsid w:val="000C375C"/>
    <w:rsid w:val="000C39BB"/>
    <w:rsid w:val="000C7FE2"/>
    <w:rsid w:val="00103167"/>
    <w:rsid w:val="0011744D"/>
    <w:rsid w:val="001175B5"/>
    <w:rsid w:val="00142FB0"/>
    <w:rsid w:val="0015272D"/>
    <w:rsid w:val="001625EF"/>
    <w:rsid w:val="001660A1"/>
    <w:rsid w:val="00182E8B"/>
    <w:rsid w:val="001F63C4"/>
    <w:rsid w:val="00200DE9"/>
    <w:rsid w:val="002041EB"/>
    <w:rsid w:val="002050FC"/>
    <w:rsid w:val="0024182A"/>
    <w:rsid w:val="00245C16"/>
    <w:rsid w:val="00256FBA"/>
    <w:rsid w:val="0027787F"/>
    <w:rsid w:val="002846D6"/>
    <w:rsid w:val="002A2F1C"/>
    <w:rsid w:val="002C38C2"/>
    <w:rsid w:val="002E0A36"/>
    <w:rsid w:val="003109F0"/>
    <w:rsid w:val="00326D43"/>
    <w:rsid w:val="003411D8"/>
    <w:rsid w:val="003451F5"/>
    <w:rsid w:val="00365406"/>
    <w:rsid w:val="0037068D"/>
    <w:rsid w:val="003C36E6"/>
    <w:rsid w:val="003E4F48"/>
    <w:rsid w:val="003F43C8"/>
    <w:rsid w:val="004050BB"/>
    <w:rsid w:val="004146B9"/>
    <w:rsid w:val="00414F2C"/>
    <w:rsid w:val="004636E4"/>
    <w:rsid w:val="00467C72"/>
    <w:rsid w:val="004863C4"/>
    <w:rsid w:val="00492979"/>
    <w:rsid w:val="004A15FC"/>
    <w:rsid w:val="004A4AAD"/>
    <w:rsid w:val="004A6A91"/>
    <w:rsid w:val="004B3314"/>
    <w:rsid w:val="004F7452"/>
    <w:rsid w:val="00566DAC"/>
    <w:rsid w:val="00571C67"/>
    <w:rsid w:val="005821A9"/>
    <w:rsid w:val="005A1FE3"/>
    <w:rsid w:val="005C1E59"/>
    <w:rsid w:val="005C7D2B"/>
    <w:rsid w:val="005E3231"/>
    <w:rsid w:val="00601288"/>
    <w:rsid w:val="0061359E"/>
    <w:rsid w:val="006147F0"/>
    <w:rsid w:val="00621368"/>
    <w:rsid w:val="00643C7C"/>
    <w:rsid w:val="00654EFC"/>
    <w:rsid w:val="00670BB7"/>
    <w:rsid w:val="00686862"/>
    <w:rsid w:val="006B3666"/>
    <w:rsid w:val="006D177E"/>
    <w:rsid w:val="006E2215"/>
    <w:rsid w:val="00786A97"/>
    <w:rsid w:val="00790B27"/>
    <w:rsid w:val="007F17AC"/>
    <w:rsid w:val="007F35C2"/>
    <w:rsid w:val="008168A1"/>
    <w:rsid w:val="00831919"/>
    <w:rsid w:val="0083444F"/>
    <w:rsid w:val="008400B1"/>
    <w:rsid w:val="00842E99"/>
    <w:rsid w:val="008448B7"/>
    <w:rsid w:val="008A2D47"/>
    <w:rsid w:val="008A4393"/>
    <w:rsid w:val="008E24E7"/>
    <w:rsid w:val="00912514"/>
    <w:rsid w:val="0094403F"/>
    <w:rsid w:val="00967576"/>
    <w:rsid w:val="009741CD"/>
    <w:rsid w:val="00986074"/>
    <w:rsid w:val="009A4175"/>
    <w:rsid w:val="009B480E"/>
    <w:rsid w:val="009C03E9"/>
    <w:rsid w:val="009D24B3"/>
    <w:rsid w:val="009E19AA"/>
    <w:rsid w:val="009F4318"/>
    <w:rsid w:val="009F60F2"/>
    <w:rsid w:val="00A00478"/>
    <w:rsid w:val="00A17B19"/>
    <w:rsid w:val="00A21628"/>
    <w:rsid w:val="00A6001D"/>
    <w:rsid w:val="00A62CAB"/>
    <w:rsid w:val="00A71727"/>
    <w:rsid w:val="00A94538"/>
    <w:rsid w:val="00AB2934"/>
    <w:rsid w:val="00AF6AC5"/>
    <w:rsid w:val="00B005DB"/>
    <w:rsid w:val="00B14599"/>
    <w:rsid w:val="00B61C51"/>
    <w:rsid w:val="00B730A9"/>
    <w:rsid w:val="00B91125"/>
    <w:rsid w:val="00B91BE7"/>
    <w:rsid w:val="00BB24EB"/>
    <w:rsid w:val="00BB3696"/>
    <w:rsid w:val="00BB3851"/>
    <w:rsid w:val="00BC2494"/>
    <w:rsid w:val="00BD6E14"/>
    <w:rsid w:val="00BE7BBC"/>
    <w:rsid w:val="00C22053"/>
    <w:rsid w:val="00C254C2"/>
    <w:rsid w:val="00C37579"/>
    <w:rsid w:val="00C45FC1"/>
    <w:rsid w:val="00C70F83"/>
    <w:rsid w:val="00C757EB"/>
    <w:rsid w:val="00C816D6"/>
    <w:rsid w:val="00C83F14"/>
    <w:rsid w:val="00CA751F"/>
    <w:rsid w:val="00CB1832"/>
    <w:rsid w:val="00CD7D6F"/>
    <w:rsid w:val="00CE5AC0"/>
    <w:rsid w:val="00CE77BC"/>
    <w:rsid w:val="00CF58AE"/>
    <w:rsid w:val="00D040A1"/>
    <w:rsid w:val="00D3409B"/>
    <w:rsid w:val="00D446E8"/>
    <w:rsid w:val="00D55C30"/>
    <w:rsid w:val="00D60B05"/>
    <w:rsid w:val="00D809A9"/>
    <w:rsid w:val="00DD12EA"/>
    <w:rsid w:val="00DD1A78"/>
    <w:rsid w:val="00DD7147"/>
    <w:rsid w:val="00DD757A"/>
    <w:rsid w:val="00E02A7F"/>
    <w:rsid w:val="00E04029"/>
    <w:rsid w:val="00E23849"/>
    <w:rsid w:val="00E37180"/>
    <w:rsid w:val="00E54739"/>
    <w:rsid w:val="00E64842"/>
    <w:rsid w:val="00E75129"/>
    <w:rsid w:val="00E76073"/>
    <w:rsid w:val="00EA4809"/>
    <w:rsid w:val="00EA65D6"/>
    <w:rsid w:val="00F1133D"/>
    <w:rsid w:val="00F1503B"/>
    <w:rsid w:val="00F16CE5"/>
    <w:rsid w:val="00F225DD"/>
    <w:rsid w:val="00F27CCF"/>
    <w:rsid w:val="00F307DF"/>
    <w:rsid w:val="00F345FE"/>
    <w:rsid w:val="00F64212"/>
    <w:rsid w:val="00F91D3E"/>
    <w:rsid w:val="00F97943"/>
    <w:rsid w:val="00FC6293"/>
    <w:rsid w:val="00FD4F4A"/>
    <w:rsid w:val="00FD7EB3"/>
    <w:rsid w:val="00FE7D36"/>
    <w:rsid w:val="00FE7E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12EA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DD12E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7019"/>
    <w:rPr>
      <w:sz w:val="0"/>
      <w:szCs w:val="0"/>
    </w:rPr>
  </w:style>
  <w:style w:type="paragraph" w:customStyle="1" w:styleId="ConsNonformat">
    <w:name w:val="ConsNonformat"/>
    <w:uiPriority w:val="99"/>
    <w:rsid w:val="00DD12EA"/>
    <w:pPr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styleId="Footer">
    <w:name w:val="footer"/>
    <w:basedOn w:val="Normal"/>
    <w:link w:val="FooterChar"/>
    <w:uiPriority w:val="99"/>
    <w:rsid w:val="00D60B0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97019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D60B05"/>
    <w:rPr>
      <w:rFonts w:cs="Times New Roman"/>
    </w:rPr>
  </w:style>
  <w:style w:type="paragraph" w:customStyle="1" w:styleId="ConsPlusNonformat">
    <w:name w:val="ConsPlusNonformat"/>
    <w:uiPriority w:val="99"/>
    <w:rsid w:val="008448B7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BE7BBC"/>
    <w:pPr>
      <w:autoSpaceDE w:val="0"/>
      <w:autoSpaceDN w:val="0"/>
      <w:adjustRightInd w:val="0"/>
    </w:pPr>
    <w:rPr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7112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12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12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</TotalTime>
  <Pages>3</Pages>
  <Words>543</Words>
  <Characters>3097</Characters>
  <Application>Microsoft Office Outlook</Application>
  <DocSecurity>0</DocSecurity>
  <Lines>0</Lines>
  <Paragraphs>0</Paragraphs>
  <ScaleCrop>false</ScaleCrop>
  <Company>Fin Dept of Bryansk region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subject/>
  <dc:creator>Кузьмина</dc:creator>
  <cp:keywords/>
  <dc:description/>
  <cp:lastModifiedBy>Вельжичская</cp:lastModifiedBy>
  <cp:revision>15</cp:revision>
  <cp:lastPrinted>2018-11-20T10:03:00Z</cp:lastPrinted>
  <dcterms:created xsi:type="dcterms:W3CDTF">2018-11-12T08:22:00Z</dcterms:created>
  <dcterms:modified xsi:type="dcterms:W3CDTF">2018-11-27T06:36:00Z</dcterms:modified>
</cp:coreProperties>
</file>